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090DD3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D55A1D">
        <w:rPr>
          <w:b/>
          <w:color w:val="FF5200" w:themeColor="accent2"/>
          <w:sz w:val="36"/>
          <w:szCs w:val="36"/>
        </w:rPr>
        <w:t>Krycí list nabídky</w:t>
      </w:r>
      <w:r w:rsidR="0031280B" w:rsidRPr="00D55A1D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D55A1D" w:rsidRPr="00D55A1D">
        <w:rPr>
          <w:b/>
          <w:color w:val="FF5200" w:themeColor="accent2"/>
          <w:sz w:val="36"/>
          <w:szCs w:val="36"/>
        </w:rPr>
        <w:t>Migrace webů O27 - II</w:t>
      </w:r>
      <w:r w:rsidR="0031280B" w:rsidRPr="00D55A1D">
        <w:rPr>
          <w:b/>
          <w:color w:val="FF5200" w:themeColor="accent2"/>
          <w:sz w:val="36"/>
          <w:szCs w:val="36"/>
        </w:rPr>
        <w:t>“</w:t>
      </w:r>
      <w:r w:rsidR="000128D4" w:rsidRPr="00D55A1D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D55A1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55A1D" w:rsidRPr="00D55A1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65111/2020-SŽ-GŘ-O8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7B43538" w14:textId="77777777" w:rsidR="00D55A1D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bookmarkStart w:id="0" w:name="_GoBack"/>
        <w:bookmarkEnd w:id="0"/>
        <w:p w14:paraId="076A8EB3" w14:textId="10623B21" w:rsidR="00D55A1D" w:rsidRDefault="00D55A1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CF78A1">
            <w:rPr>
              <w:rStyle w:val="Hypertextovodkaz"/>
              <w:noProof/>
            </w:rPr>
            <w:fldChar w:fldCharType="begin"/>
          </w:r>
          <w:r w:rsidRPr="00CF78A1">
            <w:rPr>
              <w:rStyle w:val="Hypertextovodkaz"/>
              <w:noProof/>
            </w:rPr>
            <w:instrText xml:space="preserve"> </w:instrText>
          </w:r>
          <w:r>
            <w:rPr>
              <w:noProof/>
            </w:rPr>
            <w:instrText>HYPERLINK \l "_Toc51747276"</w:instrText>
          </w:r>
          <w:r w:rsidRPr="00CF78A1">
            <w:rPr>
              <w:rStyle w:val="Hypertextovodkaz"/>
              <w:noProof/>
            </w:rPr>
            <w:instrText xml:space="preserve"> </w:instrText>
          </w:r>
          <w:r w:rsidRPr="00CF78A1">
            <w:rPr>
              <w:rStyle w:val="Hypertextovodkaz"/>
              <w:noProof/>
            </w:rPr>
          </w:r>
          <w:r w:rsidRPr="00CF78A1">
            <w:rPr>
              <w:rStyle w:val="Hypertextovodkaz"/>
              <w:noProof/>
            </w:rPr>
            <w:fldChar w:fldCharType="separate"/>
          </w:r>
          <w:r w:rsidRPr="00CF78A1">
            <w:rPr>
              <w:rStyle w:val="Hypertextovodkaz"/>
              <w:noProof/>
            </w:rPr>
            <w:t>Kapitola 1.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CF78A1">
            <w:rPr>
              <w:rStyle w:val="Hypertextovodkaz"/>
              <w:noProof/>
            </w:rPr>
            <w:t>Základní údaje k nabídce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_Toc51747276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2</w:t>
          </w:r>
          <w:r>
            <w:rPr>
              <w:noProof/>
              <w:webHidden/>
            </w:rPr>
            <w:fldChar w:fldCharType="end"/>
          </w:r>
          <w:r w:rsidRPr="00CF78A1">
            <w:rPr>
              <w:rStyle w:val="Hypertextovodkaz"/>
              <w:noProof/>
            </w:rPr>
            <w:fldChar w:fldCharType="end"/>
          </w:r>
        </w:p>
        <w:p w14:paraId="1DF11071" w14:textId="4CC577AA" w:rsidR="00D55A1D" w:rsidRDefault="00D55A1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1747277" w:history="1">
            <w:r w:rsidRPr="00CF78A1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F78A1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_Toc51747277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10875B" w14:textId="7B8BE5F6" w:rsidR="00D55A1D" w:rsidRDefault="00D55A1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1747278" w:history="1">
            <w:r w:rsidRPr="00CF78A1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F78A1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_Toc51747278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2592C3" w14:textId="3657113E" w:rsidR="00D55A1D" w:rsidRDefault="00D55A1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1747279" w:history="1">
            <w:r w:rsidRPr="00CF78A1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F78A1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_Toc51747279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1747276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11FE03D5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D55A1D">
        <w:t xml:space="preserve">jako </w:t>
      </w:r>
      <w:r w:rsidR="000128D4" w:rsidRPr="00D55A1D">
        <w:rPr>
          <w:rFonts w:eastAsia="Times New Roman" w:cs="Times New Roman"/>
          <w:lang w:eastAsia="cs-CZ"/>
        </w:rPr>
        <w:t>podlimitní sektorovou veřejnou zakázku</w:t>
      </w:r>
      <w:r w:rsidRPr="00D55A1D">
        <w:t>, jsou pravdivé</w:t>
      </w:r>
      <w:r w:rsidR="009771C9" w:rsidRPr="00D55A1D">
        <w:t>, úplné a odpovídají skutečnosti</w:t>
      </w:r>
      <w:r w:rsidRPr="00D55A1D">
        <w:t>. Účastník si je vědom důsledků záměrného uvedení nepravdivých údajů, které v rovině tohoto zadávacího řízení</w:t>
      </w:r>
      <w:r>
        <w:t xml:space="preserve">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F081534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4EC2FDC3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225620">
        <w:t xml:space="preserve"> ve smyslu zákona č. 227/2000 Sb., zákon o elektronickém podpisu</w:t>
      </w:r>
      <w:r w:rsidR="00225620">
        <w:rPr>
          <w:rStyle w:val="Znakapoznpodarou"/>
        </w:rPr>
        <w:footnoteReference w:id="1"/>
      </w:r>
      <w:r w:rsidR="00996617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758B0FE8" w14:textId="77777777" w:rsidR="00D55A1D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0F4A0088" w14:textId="77777777" w:rsidR="00D55A1D" w:rsidRDefault="00D55A1D" w:rsidP="00996617">
      <w:pPr>
        <w:tabs>
          <w:tab w:val="left" w:pos="7125"/>
        </w:tabs>
        <w:spacing w:after="0"/>
      </w:pPr>
    </w:p>
    <w:p w14:paraId="51B63688" w14:textId="77777777" w:rsidR="00D55A1D" w:rsidRDefault="00D55A1D" w:rsidP="00996617">
      <w:pPr>
        <w:tabs>
          <w:tab w:val="left" w:pos="7125"/>
        </w:tabs>
        <w:spacing w:after="0"/>
      </w:pPr>
    </w:p>
    <w:p w14:paraId="6C1ABE9E" w14:textId="77777777" w:rsidR="00D55A1D" w:rsidRDefault="00D55A1D" w:rsidP="00996617">
      <w:pPr>
        <w:tabs>
          <w:tab w:val="left" w:pos="7125"/>
        </w:tabs>
        <w:spacing w:after="0"/>
      </w:pPr>
    </w:p>
    <w:p w14:paraId="673D93CE" w14:textId="77777777" w:rsidR="00D55A1D" w:rsidRDefault="00D55A1D" w:rsidP="00996617">
      <w:pPr>
        <w:tabs>
          <w:tab w:val="left" w:pos="7125"/>
        </w:tabs>
        <w:spacing w:after="0"/>
      </w:pPr>
    </w:p>
    <w:p w14:paraId="193DE54B" w14:textId="77777777" w:rsidR="00D55A1D" w:rsidRDefault="00D55A1D" w:rsidP="00996617">
      <w:pPr>
        <w:tabs>
          <w:tab w:val="left" w:pos="7125"/>
        </w:tabs>
        <w:spacing w:after="0"/>
      </w:pPr>
    </w:p>
    <w:p w14:paraId="57E14991" w14:textId="77777777" w:rsidR="00D55A1D" w:rsidRDefault="00D55A1D" w:rsidP="00996617">
      <w:pPr>
        <w:tabs>
          <w:tab w:val="left" w:pos="7125"/>
        </w:tabs>
        <w:spacing w:after="0"/>
      </w:pPr>
    </w:p>
    <w:p w14:paraId="3C062DED" w14:textId="77777777" w:rsidR="00D55A1D" w:rsidRDefault="00D55A1D" w:rsidP="00996617">
      <w:pPr>
        <w:tabs>
          <w:tab w:val="left" w:pos="7125"/>
        </w:tabs>
        <w:spacing w:after="0"/>
      </w:pPr>
    </w:p>
    <w:p w14:paraId="56D4EB54" w14:textId="77777777" w:rsidR="00D55A1D" w:rsidRDefault="00D55A1D" w:rsidP="00996617">
      <w:pPr>
        <w:tabs>
          <w:tab w:val="left" w:pos="7125"/>
        </w:tabs>
        <w:spacing w:after="0"/>
      </w:pPr>
    </w:p>
    <w:p w14:paraId="0660AEB0" w14:textId="77777777" w:rsidR="00D55A1D" w:rsidRDefault="00D55A1D" w:rsidP="00996617">
      <w:pPr>
        <w:tabs>
          <w:tab w:val="left" w:pos="7125"/>
        </w:tabs>
        <w:spacing w:after="0"/>
      </w:pPr>
    </w:p>
    <w:p w14:paraId="63BC8914" w14:textId="77777777" w:rsidR="00D55A1D" w:rsidRDefault="00D55A1D" w:rsidP="00996617">
      <w:pPr>
        <w:tabs>
          <w:tab w:val="left" w:pos="7125"/>
        </w:tabs>
        <w:spacing w:after="0"/>
      </w:pPr>
    </w:p>
    <w:p w14:paraId="61FF559A" w14:textId="088EA7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55A1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D55A1D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1747277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1747278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51747279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577625F2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D55A1D">
        <w:rPr>
          <w:rFonts w:eastAsia="Times New Roman" w:cs="Times New Roman"/>
          <w:lang w:eastAsia="cs-CZ"/>
        </w:rPr>
        <w:t xml:space="preserve">nabídku, tímto čestně prohlašuje, že za poslední 3 roky před zahájením zadávacího řízení poskytoval alespoň </w:t>
      </w:r>
      <w:r w:rsidR="00D55A1D" w:rsidRPr="00D55A1D">
        <w:rPr>
          <w:rFonts w:eastAsia="Times New Roman" w:cs="Times New Roman"/>
          <w:lang w:eastAsia="cs-CZ"/>
        </w:rPr>
        <w:t xml:space="preserve">2 významné služby definované </w:t>
      </w:r>
      <w:r w:rsidR="00E85D44" w:rsidRPr="00D55A1D">
        <w:rPr>
          <w:rFonts w:eastAsia="Times New Roman" w:cs="Times New Roman"/>
          <w:lang w:eastAsia="cs-CZ"/>
        </w:rPr>
        <w:t xml:space="preserve">v čl. </w:t>
      </w:r>
      <w:r w:rsidR="00D55A1D" w:rsidRPr="00D55A1D">
        <w:rPr>
          <w:rFonts w:eastAsia="Times New Roman" w:cs="Times New Roman"/>
          <w:lang w:eastAsia="cs-CZ"/>
        </w:rPr>
        <w:t>6.5</w:t>
      </w:r>
      <w:r w:rsidR="00E85D44" w:rsidRPr="00D55A1D">
        <w:rPr>
          <w:rFonts w:eastAsia="Times New Roman" w:cs="Times New Roman"/>
          <w:lang w:eastAsia="cs-CZ"/>
        </w:rPr>
        <w:t xml:space="preserve"> </w:t>
      </w:r>
      <w:r w:rsidR="00B87D91" w:rsidRPr="00D55A1D">
        <w:rPr>
          <w:rFonts w:eastAsia="Times New Roman" w:cs="Times New Roman"/>
          <w:lang w:eastAsia="cs-CZ"/>
        </w:rPr>
        <w:t>V</w:t>
      </w:r>
      <w:r w:rsidR="00E85D44" w:rsidRPr="00D55A1D">
        <w:rPr>
          <w:rFonts w:eastAsia="Times New Roman" w:cs="Times New Roman"/>
          <w:lang w:eastAsia="cs-CZ"/>
        </w:rPr>
        <w:t xml:space="preserve">ýzvy k podání nabídky v celkové hodnotě </w:t>
      </w:r>
      <w:r w:rsidR="00D55A1D" w:rsidRPr="00D55A1D">
        <w:rPr>
          <w:rFonts w:eastAsia="Times New Roman" w:cs="Times New Roman"/>
          <w:lang w:eastAsia="cs-CZ"/>
        </w:rPr>
        <w:t>1 000 000</w:t>
      </w:r>
      <w:r w:rsidR="00E85D44" w:rsidRPr="00D55A1D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EA49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18BB06B" w14:textId="77777777" w:rsidR="00D55A1D" w:rsidRDefault="00D55A1D" w:rsidP="00A93A74">
      <w:pPr>
        <w:rPr>
          <w:rFonts w:eastAsia="Times New Roman" w:cs="Times New Roman"/>
          <w:lang w:eastAsia="cs-CZ"/>
        </w:rPr>
      </w:pPr>
    </w:p>
    <w:p w14:paraId="3D31EA84" w14:textId="77777777" w:rsidR="00D55A1D" w:rsidRDefault="00D55A1D" w:rsidP="00A93A74">
      <w:pPr>
        <w:rPr>
          <w:rFonts w:eastAsia="Times New Roman" w:cs="Times New Roman"/>
          <w:lang w:eastAsia="cs-CZ"/>
        </w:rPr>
      </w:pPr>
    </w:p>
    <w:p w14:paraId="37AFEEB7" w14:textId="77777777" w:rsidR="00D55A1D" w:rsidRDefault="00D55A1D" w:rsidP="00A93A74">
      <w:pPr>
        <w:rPr>
          <w:rFonts w:eastAsia="Times New Roman" w:cs="Times New Roman"/>
          <w:lang w:eastAsia="cs-CZ"/>
        </w:rPr>
      </w:pPr>
    </w:p>
    <w:p w14:paraId="34F33D47" w14:textId="77777777" w:rsidR="00D55A1D" w:rsidRDefault="00D55A1D" w:rsidP="00A93A74">
      <w:pPr>
        <w:rPr>
          <w:rFonts w:eastAsia="Times New Roman" w:cs="Times New Roman"/>
          <w:lang w:eastAsia="cs-CZ"/>
        </w:rPr>
      </w:pPr>
    </w:p>
    <w:p w14:paraId="61D6CCFD" w14:textId="457BAEF1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646FA" w14:textId="77777777" w:rsidR="00A92E7F" w:rsidRDefault="00A92E7F" w:rsidP="00962258">
      <w:pPr>
        <w:spacing w:after="0" w:line="240" w:lineRule="auto"/>
      </w:pPr>
      <w:r>
        <w:separator/>
      </w:r>
    </w:p>
  </w:endnote>
  <w:endnote w:type="continuationSeparator" w:id="0">
    <w:p w14:paraId="1723FFD2" w14:textId="77777777" w:rsidR="00A92E7F" w:rsidRDefault="00A92E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F518B1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5A1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5A1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62A7A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C5C8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87C11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5A1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5A1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4DEE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D0605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F0570" w14:textId="77777777" w:rsidR="00A92E7F" w:rsidRDefault="00A92E7F" w:rsidP="00962258">
      <w:pPr>
        <w:spacing w:after="0" w:line="240" w:lineRule="auto"/>
      </w:pPr>
      <w:r>
        <w:separator/>
      </w:r>
    </w:p>
  </w:footnote>
  <w:footnote w:type="continuationSeparator" w:id="0">
    <w:p w14:paraId="5162BD24" w14:textId="77777777" w:rsidR="00A92E7F" w:rsidRDefault="00A92E7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63E2E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55A1D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B3EA205C-7E53-4FEA-823A-55835A03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58D27F6-893D-44D8-A0F8-EDBF41439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5</Pages>
  <Words>623</Words>
  <Characters>3679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3</cp:revision>
  <cp:lastPrinted>2017-11-28T17:18:00Z</cp:lastPrinted>
  <dcterms:created xsi:type="dcterms:W3CDTF">2020-08-31T10:03:00Z</dcterms:created>
  <dcterms:modified xsi:type="dcterms:W3CDTF">2020-09-23T07:54:00Z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